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00369C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00369C" w:rsidRPr="0000369C">
          <w:rPr>
            <w:rStyle w:val="a9"/>
          </w:rPr>
          <w:t xml:space="preserve"> МУНИЦИПАЛЬНОЕ КАЗЁННОЕ УЧРЕЖДЕНИЕ КУЛЬТУРЫ "ЛЕБЕДЕВСКИЙ КУЛЬТУРНО-ДОСУГОВЫЙ ЦЕНТР"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альный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вого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работн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ков, зан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я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00369C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00369C" w:rsidRPr="00917594" w:rsidTr="00662AFC">
        <w:trPr>
          <w:jc w:val="center"/>
        </w:trPr>
        <w:tc>
          <w:tcPr>
            <w:tcW w:w="905" w:type="dxa"/>
            <w:vAlign w:val="center"/>
          </w:tcPr>
          <w:p w:rsidR="0000369C" w:rsidRPr="005645F0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00369C" w:rsidRP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369C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00369C" w:rsidRPr="005645F0" w:rsidRDefault="0000369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369C" w:rsidRPr="00917594" w:rsidTr="00662AFC">
        <w:trPr>
          <w:jc w:val="center"/>
        </w:trPr>
        <w:tc>
          <w:tcPr>
            <w:tcW w:w="905" w:type="dxa"/>
            <w:vAlign w:val="center"/>
          </w:tcPr>
          <w:p w:rsidR="0000369C" w:rsidRPr="005645F0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54-135/1/23-1 </w:t>
            </w:r>
          </w:p>
        </w:tc>
        <w:tc>
          <w:tcPr>
            <w:tcW w:w="3347" w:type="dxa"/>
            <w:vAlign w:val="center"/>
          </w:tcPr>
          <w:p w:rsidR="0000369C" w:rsidRP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369C">
              <w:rPr>
                <w:rFonts w:ascii="Times New Roman" w:hAnsi="Times New Roman"/>
                <w:sz w:val="18"/>
                <w:szCs w:val="18"/>
              </w:rPr>
              <w:t>Рабочее место звукооператора;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00369C" w:rsidRPr="005645F0" w:rsidRDefault="0000369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0369C" w:rsidRDefault="0000369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0369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00369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00369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r>
              <w:t xml:space="preserve">Заведующий СДК с. </w:t>
            </w:r>
            <w:proofErr w:type="spellStart"/>
            <w:r>
              <w:t>Дергоусово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0369C" w:rsidP="009D6532">
            <w:pPr>
              <w:pStyle w:val="aa"/>
            </w:pPr>
            <w:proofErr w:type="spellStart"/>
            <w:r>
              <w:t>Несяева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00369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0369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00369C" w:rsidRPr="0000369C" w:rsidTr="0000369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  <w:proofErr w:type="spellStart"/>
            <w:r>
              <w:t>Культорганизатор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  <w:proofErr w:type="spellStart"/>
            <w:r>
              <w:t>Царегородцева</w:t>
            </w:r>
            <w:proofErr w:type="spellEnd"/>
            <w:r>
              <w:t xml:space="preserve"> Ю.И.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69C" w:rsidRPr="0000369C" w:rsidRDefault="0000369C" w:rsidP="009D6532">
            <w:pPr>
              <w:pStyle w:val="aa"/>
            </w:pPr>
          </w:p>
        </w:tc>
      </w:tr>
      <w:tr w:rsidR="0000369C" w:rsidRPr="0000369C" w:rsidTr="0000369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0369C" w:rsidRPr="0000369C" w:rsidRDefault="0000369C" w:rsidP="009D6532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00369C" w:rsidTr="0000369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00369C" w:rsidP="004F2F19">
            <w:pPr>
              <w:pStyle w:val="aa"/>
            </w:pPr>
            <w:r w:rsidRPr="0000369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00369C" w:rsidP="004F2F19">
            <w:pPr>
              <w:pStyle w:val="aa"/>
            </w:pPr>
            <w:r w:rsidRPr="0000369C">
              <w:t>Ивченко Екатерина Ивановна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00369C" w:rsidRDefault="004F2F19" w:rsidP="004F2F19">
            <w:pPr>
              <w:pStyle w:val="aa"/>
            </w:pPr>
          </w:p>
        </w:tc>
      </w:tr>
      <w:tr w:rsidR="004F2F19" w:rsidRPr="0000369C" w:rsidTr="0000369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b/>
                <w:vertAlign w:val="superscript"/>
              </w:rPr>
            </w:pPr>
            <w:r w:rsidRPr="000036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00369C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b/>
                <w:vertAlign w:val="superscript"/>
              </w:rPr>
            </w:pPr>
            <w:r w:rsidRPr="000036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00369C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b/>
                <w:vertAlign w:val="superscript"/>
              </w:rPr>
            </w:pPr>
            <w:r w:rsidRPr="0000369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00369C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00369C" w:rsidRDefault="0000369C" w:rsidP="004F2F19">
            <w:pPr>
              <w:pStyle w:val="aa"/>
              <w:rPr>
                <w:vertAlign w:val="superscript"/>
              </w:rPr>
            </w:pPr>
            <w:r w:rsidRPr="0000369C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A11" w:rsidRPr="0000369C" w:rsidRDefault="00A20A11" w:rsidP="0000369C">
      <w:r>
        <w:separator/>
      </w:r>
    </w:p>
  </w:endnote>
  <w:endnote w:type="continuationSeparator" w:id="0">
    <w:p w:rsidR="00A20A11" w:rsidRPr="0000369C" w:rsidRDefault="00A20A11" w:rsidP="00003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A11" w:rsidRPr="0000369C" w:rsidRDefault="00A20A11" w:rsidP="0000369C">
      <w:r>
        <w:separator/>
      </w:r>
    </w:p>
  </w:footnote>
  <w:footnote w:type="continuationSeparator" w:id="0">
    <w:p w:rsidR="00A20A11" w:rsidRPr="0000369C" w:rsidRDefault="00A20A11" w:rsidP="00003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9C" w:rsidRDefault="0000369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DB6DA6826D0B4D519642C532431F44A4"/>
    <w:docVar w:name="org_id" w:val="31"/>
    <w:docVar w:name="org_name" w:val=" МУНИЦИПАЛЬНОЕ КАЗЁННОЕ УЧРЕЖДЕНИЕ КУЛЬТУРЫ &quot;ЛЕБЕДЕВСКИЙ КУЛЬТУРНО-ДОСУГОВЫЙ ЦЕНТР&quot; "/>
    <w:docVar w:name="pers_guids" w:val="4B317BAEDEA34EA2A98986585023D831@163-963-793 14"/>
    <w:docVar w:name="pers_snils" w:val="4B317BAEDEA34EA2A98986585023D831@163-963-793 14"/>
    <w:docVar w:name="podr_id" w:val="org_31"/>
    <w:docVar w:name="pred_dolg" w:val="Директор КДЦ"/>
    <w:docVar w:name="pred_fio" w:val="Шмакова Е.А.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00369C"/>
    <w:rsid w:val="0000369C"/>
    <w:rsid w:val="0002033E"/>
    <w:rsid w:val="000C513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20A11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036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0369C"/>
    <w:rPr>
      <w:sz w:val="24"/>
    </w:rPr>
  </w:style>
  <w:style w:type="paragraph" w:styleId="ad">
    <w:name w:val="footer"/>
    <w:basedOn w:val="a"/>
    <w:link w:val="ae"/>
    <w:rsid w:val="000036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0369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Екатерина Иванова</dc:creator>
  <cp:lastModifiedBy>Екатерина Иванова</cp:lastModifiedBy>
  <cp:revision>1</cp:revision>
  <dcterms:created xsi:type="dcterms:W3CDTF">2023-03-29T00:15:00Z</dcterms:created>
  <dcterms:modified xsi:type="dcterms:W3CDTF">2023-03-29T00:16:00Z</dcterms:modified>
</cp:coreProperties>
</file>